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A2A045-42F7-463D-9272-BC593B7DD077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